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Math Lesson Plan </w:t>
      </w:r>
    </w:p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1818"/>
        <w:gridCol w:w="942"/>
        <w:gridCol w:w="912"/>
        <w:gridCol w:w="1836"/>
        <w:gridCol w:w="12"/>
        <w:gridCol w:w="1824"/>
        <w:gridCol w:w="3672"/>
      </w:tblGrid>
      <w:tr w:rsidR="005C4CBE" w:rsidRPr="00570FB8" w:rsidTr="00274ACD"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Pr="00570FB8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</w:p>
          <w:p w:rsidR="005C4CBE" w:rsidRPr="00643719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Default="005C4CBE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</w:p>
        </w:tc>
        <w:tc>
          <w:tcPr>
            <w:tcW w:w="3672" w:type="dxa"/>
            <w:shd w:val="clear" w:color="auto" w:fill="C2D69B" w:themeFill="accent3" w:themeFillTint="99"/>
          </w:tcPr>
          <w:p w:rsidR="005C4CBE" w:rsidRPr="00CD5617" w:rsidRDefault="005C4CBE" w:rsidP="00570FB8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</w:p>
        </w:tc>
      </w:tr>
      <w:tr w:rsidR="005C4CBE" w:rsidTr="00274ACD">
        <w:tc>
          <w:tcPr>
            <w:tcW w:w="5508" w:type="dxa"/>
            <w:gridSpan w:val="4"/>
          </w:tcPr>
          <w:p w:rsidR="005C4CBE" w:rsidRPr="00C92D93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  <w:r w:rsidR="00D864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414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Count numbers 0 to 30</w:t>
            </w:r>
            <w:r w:rsidR="00D864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8" w:type="dxa"/>
            <w:gridSpan w:val="3"/>
          </w:tcPr>
          <w:p w:rsidR="005C4CBE" w:rsidRDefault="005C4CBE" w:rsidP="002B77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  <w:r w:rsidR="001414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Task </w:t>
            </w:r>
            <w:r w:rsidR="002C660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1414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  <w:r w:rsidR="002C6606">
              <w:rPr>
                <w:rFonts w:ascii="Times New Roman" w:hAnsi="Times New Roman" w:cs="Times New Roman"/>
                <w:b/>
                <w:sz w:val="24"/>
                <w:szCs w:val="24"/>
              </w:rPr>
              <w:t>Write Numbers 0-20</w:t>
            </w:r>
            <w:r w:rsidR="001414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(Day </w:t>
            </w:r>
            <w:r w:rsidR="002B77C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14140E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8C13D7" w:rsidTr="00274ACD">
        <w:trPr>
          <w:trHeight w:val="737"/>
        </w:trPr>
        <w:tc>
          <w:tcPr>
            <w:tcW w:w="11016" w:type="dxa"/>
            <w:gridSpan w:val="7"/>
          </w:tcPr>
          <w:p w:rsidR="008C13D7" w:rsidRPr="008C13D7" w:rsidRDefault="008C13D7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  <w:r w:rsidR="001414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What does a number represent?  How do we use numbers?  How are numbers arranged?</w:t>
            </w:r>
          </w:p>
        </w:tc>
      </w:tr>
      <w:tr w:rsidR="005C4CBE" w:rsidTr="00274ACD">
        <w:trPr>
          <w:trHeight w:val="296"/>
        </w:trPr>
        <w:tc>
          <w:tcPr>
            <w:tcW w:w="5508" w:type="dxa"/>
            <w:gridSpan w:val="4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D85633" w:rsidTr="00274ACD">
        <w:trPr>
          <w:trHeight w:val="737"/>
        </w:trPr>
        <w:tc>
          <w:tcPr>
            <w:tcW w:w="2760" w:type="dxa"/>
            <w:gridSpan w:val="2"/>
          </w:tcPr>
          <w:p w:rsidR="00D85633" w:rsidRDefault="00D85633" w:rsidP="002475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8A50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67424C">
              <w:rPr>
                <w:rFonts w:ascii="Times New Roman" w:hAnsi="Times New Roman" w:cs="Times New Roman"/>
                <w:b/>
                <w:sz w:val="24"/>
                <w:szCs w:val="24"/>
              </w:rPr>
              <w:t>Book</w:t>
            </w:r>
            <w:r w:rsidR="002475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4754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10 Black Dots</w:t>
            </w:r>
            <w:r w:rsidR="006742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4B0900" w:rsidRDefault="004B0900" w:rsidP="002475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Colored sand</w:t>
            </w:r>
          </w:p>
          <w:p w:rsidR="004B0900" w:rsidRPr="0067424C" w:rsidRDefault="004B0900" w:rsidP="002475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Tray/ pie pans</w:t>
            </w:r>
          </w:p>
        </w:tc>
        <w:tc>
          <w:tcPr>
            <w:tcW w:w="2760" w:type="dxa"/>
            <w:gridSpan w:val="3"/>
          </w:tcPr>
          <w:p w:rsidR="00D85633" w:rsidRDefault="00D85633" w:rsidP="002475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Student:</w:t>
            </w:r>
            <w:r w:rsidR="00F16E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4B0900">
              <w:rPr>
                <w:rFonts w:ascii="Times New Roman" w:hAnsi="Times New Roman" w:cs="Times New Roman"/>
                <w:b/>
                <w:sz w:val="24"/>
                <w:szCs w:val="24"/>
              </w:rPr>
              <w:t>Tray/pie pan,</w:t>
            </w:r>
          </w:p>
          <w:p w:rsidR="004B0900" w:rsidRDefault="004B0900" w:rsidP="002475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Colored sand, pencil, dotted paper, plain paper</w:t>
            </w:r>
          </w:p>
        </w:tc>
        <w:tc>
          <w:tcPr>
            <w:tcW w:w="5496" w:type="dxa"/>
            <w:gridSpan w:val="2"/>
          </w:tcPr>
          <w:p w:rsidR="00D85633" w:rsidRDefault="009451F5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Count</w:t>
            </w: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633" w:rsidRPr="008C13D7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3D7" w:rsidTr="00274ACD">
        <w:trPr>
          <w:trHeight w:val="368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 w:val="restart"/>
          </w:tcPr>
          <w:p w:rsidR="00D85633" w:rsidRPr="00D85633" w:rsidRDefault="00D85633" w:rsidP="00D856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5633">
              <w:rPr>
                <w:rFonts w:ascii="Times New Roman" w:hAnsi="Times New Roman" w:cs="Times New Roman"/>
                <w:b/>
              </w:rPr>
              <w:t xml:space="preserve">8 Mathematical Practices: </w:t>
            </w:r>
          </w:p>
          <w:p w:rsidR="00D85633" w:rsidRPr="00D85633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0DF49106" wp14:editId="7A6C5ABC">
                  <wp:extent cx="91440" cy="79375"/>
                  <wp:effectExtent l="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1.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 xml:space="preserve">Make sense of problems and persevere in solving them. </w:t>
            </w:r>
          </w:p>
          <w:p w:rsidR="00D85633" w:rsidRPr="007B401D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29E1CA0C" wp14:editId="5610E9A0">
                  <wp:extent cx="91440" cy="79375"/>
                  <wp:effectExtent l="0" t="0" r="381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7B401D">
              <w:rPr>
                <w:rFonts w:ascii="Times New Roman" w:hAnsi="Times New Roman" w:cs="Times New Roman"/>
                <w:sz w:val="18"/>
                <w:szCs w:val="18"/>
              </w:rPr>
              <w:t>2.  Reason abstractly and quantitatively.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61DF92F6" wp14:editId="5915E086">
                  <wp:extent cx="91440" cy="79375"/>
                  <wp:effectExtent l="0" t="0" r="381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3.  Construct viable arguments and critique the reasoning of others.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375369DE" wp14:editId="161146CA">
                  <wp:extent cx="91440" cy="79375"/>
                  <wp:effectExtent l="0" t="0" r="381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4.  Model with mathematics.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2FD55E65" wp14:editId="27930636">
                  <wp:extent cx="91440" cy="79375"/>
                  <wp:effectExtent l="0" t="0" r="381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5.  Use appropriate tools strategically.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4E61FDF6" wp14:editId="2058B6FD">
                  <wp:extent cx="91440" cy="79375"/>
                  <wp:effectExtent l="0" t="0" r="381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6.  Attend to precision.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0670BB9D" wp14:editId="2DDA3640">
                  <wp:extent cx="91440" cy="79375"/>
                  <wp:effectExtent l="0" t="0" r="381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7.  Look for and make use of structure.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7600247" wp14:editId="29442D25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21752</wp:posOffset>
                      </wp:positionV>
                      <wp:extent cx="84455" cy="74295"/>
                      <wp:effectExtent l="0" t="0" r="10795" b="20955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4455" cy="74295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" o:spid="_x0000_s1026" style="position:absolute;margin-left:.2pt;margin-top:1.7pt;width:6.65pt;height:5.8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" filled="f" strokecolor="black [3213]" strokeweight=".25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8.  Look for and express regularity in repeated reasoning.</w:t>
            </w:r>
          </w:p>
        </w:tc>
        <w:tc>
          <w:tcPr>
            <w:tcW w:w="9198" w:type="dxa"/>
            <w:gridSpan w:val="6"/>
          </w:tcPr>
          <w:p w:rsidR="00D85633" w:rsidRPr="008C13D7" w:rsidRDefault="00D85633" w:rsidP="006742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Common Core State Standards:</w:t>
            </w:r>
            <w:r w:rsidR="001414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K.CC.</w:t>
            </w:r>
            <w:r w:rsidR="0067424C">
              <w:rPr>
                <w:rFonts w:ascii="Times New Roman" w:hAnsi="Times New Roman" w:cs="Times New Roman"/>
                <w:b/>
                <w:sz w:val="24"/>
                <w:szCs w:val="24"/>
              </w:rPr>
              <w:t>1 and K.CC.3   Counting objects and writing numbers 0-20.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10246E" w:rsidRDefault="00D85633" w:rsidP="001024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  <w:r w:rsidR="000F49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I can</w:t>
            </w:r>
            <w:r w:rsidR="00312F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count </w:t>
            </w:r>
            <w:r w:rsidR="006742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objects to </w:t>
            </w:r>
            <w:r w:rsidR="00247547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10246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D85633" w:rsidRDefault="0010246E" w:rsidP="001024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</w:t>
            </w:r>
            <w:r w:rsidR="006742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write the numeral that represents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 w:rsidR="006742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number of items.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Activating Strategy/Hook: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4B0900">
              <w:rPr>
                <w:rFonts w:ascii="Times New Roman" w:hAnsi="Times New Roman" w:cs="Times New Roman"/>
                <w:b/>
                <w:sz w:val="24"/>
                <w:szCs w:val="24"/>
              </w:rPr>
              <w:t>(How will students become cognitively engaged and focused?)</w:t>
            </w:r>
            <w:r w:rsidR="0067424C" w:rsidRPr="004B09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Teacher reads book </w:t>
            </w:r>
            <w:r w:rsidR="00247547" w:rsidRPr="004B090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10 Black Dots</w:t>
            </w:r>
            <w:r w:rsidR="00270731" w:rsidRPr="004B09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as the students count and participate in the story.</w:t>
            </w:r>
            <w:r w:rsidR="0067424C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D85633" w:rsidRPr="000F4908" w:rsidRDefault="00D85633" w:rsidP="008A50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2475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Directed:</w:t>
            </w:r>
            <w:r w:rsidR="000F49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A5041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 w:rsidR="002475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will have a </w:t>
            </w:r>
            <w:r w:rsidR="004B0900">
              <w:rPr>
                <w:rFonts w:ascii="Times New Roman" w:hAnsi="Times New Roman" w:cs="Times New Roman"/>
                <w:b/>
                <w:sz w:val="24"/>
                <w:szCs w:val="24"/>
              </w:rPr>
              <w:t>tray of colored sand on document camera.  She will demonstrate how to correctly make numbers 0-10 with her finger in the sand.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Guided Practice:</w:t>
            </w:r>
            <w:r w:rsidR="00546C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E04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The teacher </w:t>
            </w:r>
            <w:r w:rsidR="00270731">
              <w:rPr>
                <w:rFonts w:ascii="Times New Roman" w:hAnsi="Times New Roman" w:cs="Times New Roman"/>
                <w:b/>
                <w:sz w:val="24"/>
                <w:szCs w:val="24"/>
              </w:rPr>
              <w:t>and students</w:t>
            </w:r>
            <w:r w:rsidR="00F16E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will each have </w:t>
            </w:r>
            <w:r w:rsidR="004B0900">
              <w:rPr>
                <w:rFonts w:ascii="Times New Roman" w:hAnsi="Times New Roman" w:cs="Times New Roman"/>
                <w:b/>
                <w:sz w:val="24"/>
                <w:szCs w:val="24"/>
              </w:rPr>
              <w:t>a tray of colored sand.   Together, they will form the numbers 0-10 in the sand with their finger.</w:t>
            </w:r>
          </w:p>
          <w:p w:rsidR="00AB454B" w:rsidRDefault="00AB454B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4B09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Independent Practice:</w:t>
            </w:r>
            <w:r w:rsidR="00AB45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4B09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Students will write the numbers 0-5 and trace on dotted paper the numbers 6-10.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F16E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Closing/Summarizing Strategy:</w:t>
            </w:r>
            <w:r w:rsidR="009451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9F18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16E46">
              <w:rPr>
                <w:rFonts w:ascii="Times New Roman" w:hAnsi="Times New Roman" w:cs="Times New Roman"/>
                <w:b/>
                <w:sz w:val="24"/>
                <w:szCs w:val="24"/>
              </w:rPr>
              <w:t>Students will use their fingers to “write” the number the teacher calls out on their table.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8C13D7" w:rsidRDefault="008C13D7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5C4CBE" w:rsidTr="00274ACD">
        <w:trPr>
          <w:trHeight w:val="359"/>
        </w:trPr>
        <w:tc>
          <w:tcPr>
            <w:tcW w:w="3672" w:type="dxa"/>
            <w:gridSpan w:val="3"/>
          </w:tcPr>
          <w:p w:rsidR="005C4CBE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5C4CBE" w:rsidTr="00274ACD">
        <w:trPr>
          <w:trHeight w:val="719"/>
        </w:trPr>
        <w:tc>
          <w:tcPr>
            <w:tcW w:w="3672" w:type="dxa"/>
            <w:gridSpan w:val="3"/>
          </w:tcPr>
          <w:p w:rsidR="005C4CBE" w:rsidRDefault="009F1806" w:rsidP="009451F5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Use numbers higher than </w:t>
            </w:r>
            <w:r w:rsidR="0028568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9451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451F5" w:rsidRPr="009451F5" w:rsidRDefault="00F16E46" w:rsidP="009451F5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Write the number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on their own</w:t>
            </w:r>
            <w:proofErr w:type="gramEnd"/>
            <w:r w:rsidR="009451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72" w:type="dxa"/>
            <w:gridSpan w:val="3"/>
          </w:tcPr>
          <w:p w:rsidR="005C4CBE" w:rsidRDefault="009451F5" w:rsidP="00F16E46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Use smaller </w:t>
            </w:r>
            <w:r w:rsidR="009F1806">
              <w:rPr>
                <w:rFonts w:ascii="Times New Roman" w:hAnsi="Times New Roman" w:cs="Times New Roman"/>
                <w:sz w:val="24"/>
                <w:szCs w:val="24"/>
              </w:rPr>
              <w:t xml:space="preserve">number than </w:t>
            </w:r>
            <w:r w:rsidR="0028568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16E46" w:rsidRPr="009451F5" w:rsidRDefault="00F16E46" w:rsidP="00F16E46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More tracing practice.</w:t>
            </w:r>
          </w:p>
        </w:tc>
        <w:tc>
          <w:tcPr>
            <w:tcW w:w="3672" w:type="dxa"/>
          </w:tcPr>
          <w:p w:rsidR="005C4CBE" w:rsidRPr="009451F5" w:rsidRDefault="00F16E46" w:rsidP="009451F5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Provide number cards for students to look at</w:t>
            </w:r>
            <w:r w:rsidR="009451F5" w:rsidRPr="009451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8C13D7" w:rsidRPr="00D7779B" w:rsidRDefault="008C13D7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9F18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Teacher observation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Teacher Reflection:</w:t>
            </w:r>
            <w:r w:rsidR="0051657B">
              <w:rPr>
                <w:rFonts w:ascii="Times New Roman" w:hAnsi="Times New Roman" w:cs="Times New Roman"/>
                <w:sz w:val="24"/>
                <w:szCs w:val="24"/>
              </w:rPr>
              <w:t xml:space="preserve"> (Next steps?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4609" w:rsidRPr="00A67FA5" w:rsidRDefault="00FE4609" w:rsidP="00FE4609">
      <w:pPr>
        <w:rPr>
          <w:rFonts w:ascii="Times New Roman" w:hAnsi="Times New Roman" w:cs="Times New Roman"/>
          <w:sz w:val="10"/>
          <w:szCs w:val="10"/>
        </w:rPr>
      </w:pPr>
    </w:p>
    <w:sectPr w:rsidR="00FE4609" w:rsidRPr="00A67FA5" w:rsidSect="00FE4609">
      <w:footerReference w:type="defaul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401D" w:rsidRDefault="007B401D" w:rsidP="00D7779B">
      <w:pPr>
        <w:spacing w:after="0" w:line="240" w:lineRule="auto"/>
      </w:pPr>
      <w:r>
        <w:separator/>
      </w:r>
    </w:p>
  </w:endnote>
  <w:endnote w:type="continuationSeparator" w:id="0">
    <w:p w:rsidR="007B401D" w:rsidRDefault="007B401D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1D" w:rsidRDefault="007B401D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401D" w:rsidRDefault="007B401D" w:rsidP="00D7779B">
      <w:pPr>
        <w:spacing w:after="0" w:line="240" w:lineRule="auto"/>
      </w:pPr>
      <w:r>
        <w:separator/>
      </w:r>
    </w:p>
  </w:footnote>
  <w:footnote w:type="continuationSeparator" w:id="0">
    <w:p w:rsidR="007B401D" w:rsidRDefault="007B401D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240FC3"/>
    <w:multiLevelType w:val="hybridMultilevel"/>
    <w:tmpl w:val="A42A4CE8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AE725F"/>
    <w:multiLevelType w:val="hybridMultilevel"/>
    <w:tmpl w:val="110656B2"/>
    <w:lvl w:ilvl="0" w:tplc="776E1FBE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5BA3E39"/>
    <w:multiLevelType w:val="hybridMultilevel"/>
    <w:tmpl w:val="B958EF48"/>
    <w:lvl w:ilvl="0" w:tplc="1F9E54F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300C0619"/>
    <w:multiLevelType w:val="hybridMultilevel"/>
    <w:tmpl w:val="8BEC80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3076D4"/>
    <w:multiLevelType w:val="hybridMultilevel"/>
    <w:tmpl w:val="C6BCD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AB1FC2"/>
    <w:multiLevelType w:val="hybridMultilevel"/>
    <w:tmpl w:val="F30E1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9263C4"/>
    <w:multiLevelType w:val="hybridMultilevel"/>
    <w:tmpl w:val="37E0D3F0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7"/>
  </w:num>
  <w:num w:numId="6">
    <w:abstractNumId w:val="5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09"/>
    <w:rsid w:val="000C0975"/>
    <w:rsid w:val="000F4908"/>
    <w:rsid w:val="0010246E"/>
    <w:rsid w:val="0014140E"/>
    <w:rsid w:val="001F16C1"/>
    <w:rsid w:val="001F5E82"/>
    <w:rsid w:val="00224A5F"/>
    <w:rsid w:val="00247547"/>
    <w:rsid w:val="00270731"/>
    <w:rsid w:val="00274ACD"/>
    <w:rsid w:val="0028190D"/>
    <w:rsid w:val="00285686"/>
    <w:rsid w:val="00292FB3"/>
    <w:rsid w:val="002B77CB"/>
    <w:rsid w:val="002C6606"/>
    <w:rsid w:val="00312FFF"/>
    <w:rsid w:val="003A60D1"/>
    <w:rsid w:val="003D7D31"/>
    <w:rsid w:val="004B0900"/>
    <w:rsid w:val="004B658C"/>
    <w:rsid w:val="0051657B"/>
    <w:rsid w:val="00546CA9"/>
    <w:rsid w:val="00570FB8"/>
    <w:rsid w:val="005B0AFA"/>
    <w:rsid w:val="005C4CBE"/>
    <w:rsid w:val="00622BF9"/>
    <w:rsid w:val="00643719"/>
    <w:rsid w:val="006619C9"/>
    <w:rsid w:val="0067424C"/>
    <w:rsid w:val="006A0ACD"/>
    <w:rsid w:val="006D1332"/>
    <w:rsid w:val="007B401D"/>
    <w:rsid w:val="0085449A"/>
    <w:rsid w:val="008A5041"/>
    <w:rsid w:val="008C13D7"/>
    <w:rsid w:val="009451F5"/>
    <w:rsid w:val="009B085C"/>
    <w:rsid w:val="009F1806"/>
    <w:rsid w:val="00A67FA5"/>
    <w:rsid w:val="00AB454B"/>
    <w:rsid w:val="00B51CA8"/>
    <w:rsid w:val="00B83D70"/>
    <w:rsid w:val="00C92D93"/>
    <w:rsid w:val="00CB2DBC"/>
    <w:rsid w:val="00CD5617"/>
    <w:rsid w:val="00D53EDF"/>
    <w:rsid w:val="00D7779B"/>
    <w:rsid w:val="00D85633"/>
    <w:rsid w:val="00D864A2"/>
    <w:rsid w:val="00EA0639"/>
    <w:rsid w:val="00F16E46"/>
    <w:rsid w:val="00FE04FF"/>
    <w:rsid w:val="00FE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09F430-1B79-4C69-B211-5532B41A8D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10F9E2-9859-4CAF-8FF4-2080493DE956}">
  <ds:schemaRefs>
    <ds:schemaRef ds:uri="http://schemas.microsoft.com/office/2006/metadata/properties"/>
    <ds:schemaRef ds:uri="http://purl.org/dc/elements/1.1/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63AF902-014C-4430-A7B0-3A9A956B2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C65FAA7-0F95-4CCD-A8DC-24D11EFE0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BF95F1D0.dotm</Template>
  <TotalTime>2</TotalTime>
  <Pages>1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2130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Breedlove, Logan W</dc:creator>
  <cp:lastModifiedBy>Teacher</cp:lastModifiedBy>
  <cp:revision>4</cp:revision>
  <cp:lastPrinted>2012-06-21T16:29:00Z</cp:lastPrinted>
  <dcterms:created xsi:type="dcterms:W3CDTF">2012-06-27T15:52:00Z</dcterms:created>
  <dcterms:modified xsi:type="dcterms:W3CDTF">2012-06-27T15:53:00Z</dcterms:modified>
</cp:coreProperties>
</file>